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DE212" w14:textId="77777777" w:rsidR="00A97786" w:rsidRDefault="00A97786" w:rsidP="00432694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20B82F8" w14:textId="23079E3A" w:rsidR="00432694" w:rsidRPr="00432694" w:rsidRDefault="007E331F" w:rsidP="00432694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C240AC" w:rsidRPr="00C240AC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399A484C" w14:textId="77777777" w:rsidTr="005844F6">
        <w:tc>
          <w:tcPr>
            <w:tcW w:w="9104" w:type="dxa"/>
            <w:shd w:val="clear" w:color="auto" w:fill="F2F2F2"/>
          </w:tcPr>
          <w:p w14:paraId="3080005A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ED47003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66DA0C3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C240AC" w:rsidRPr="00C240AC">
        <w:rPr>
          <w:sz w:val="22"/>
          <w:szCs w:val="22"/>
        </w:rPr>
        <w:t xml:space="preserve"> podstawowy</w:t>
      </w:r>
      <w:r w:rsidR="007A2B29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1AE1846" w14:textId="77777777" w:rsidR="00A04DB6" w:rsidRPr="00A04DB6" w:rsidRDefault="00A04DB6" w:rsidP="00A04DB6">
      <w:pPr>
        <w:spacing w:after="120" w:line="276" w:lineRule="auto"/>
        <w:jc w:val="both"/>
        <w:rPr>
          <w:b/>
          <w:bCs/>
          <w:szCs w:val="22"/>
        </w:rPr>
      </w:pPr>
      <w:r w:rsidRPr="00A04DB6">
        <w:rPr>
          <w:b/>
          <w:bCs/>
          <w:szCs w:val="22"/>
        </w:rPr>
        <w:t>„Sobótka - modernizacja pomieszczeń Szkoły Podstawowej, Gmina Ostrów Wielkopolski, woj. wielkopolskie”</w:t>
      </w:r>
    </w:p>
    <w:p w14:paraId="42691B4F" w14:textId="42567FCD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5496F81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</w:t>
      </w:r>
      <w:bookmarkStart w:id="0" w:name="_GoBack"/>
      <w:bookmarkEnd w:id="0"/>
      <w:r>
        <w:rPr>
          <w:sz w:val="22"/>
          <w:szCs w:val="22"/>
        </w:rPr>
        <w:t>________________</w:t>
      </w:r>
    </w:p>
    <w:p w14:paraId="7D477E7A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3ACC0DA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149"/>
      </w:tblGrid>
      <w:tr w:rsidR="00AE2ACB" w:rsidRPr="007677F8" w14:paraId="6EA6DBAC" w14:textId="77777777" w:rsidTr="00BE1488">
        <w:trPr>
          <w:trHeight w:val="333"/>
        </w:trPr>
        <w:tc>
          <w:tcPr>
            <w:tcW w:w="2805" w:type="dxa"/>
            <w:shd w:val="clear" w:color="auto" w:fill="auto"/>
            <w:vAlign w:val="center"/>
          </w:tcPr>
          <w:p w14:paraId="41337DF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9" w:type="dxa"/>
            <w:shd w:val="clear" w:color="auto" w:fill="auto"/>
          </w:tcPr>
          <w:p w14:paraId="6F74CB4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AE1DE24" w14:textId="77777777" w:rsidTr="00BE1488">
        <w:trPr>
          <w:trHeight w:val="339"/>
        </w:trPr>
        <w:tc>
          <w:tcPr>
            <w:tcW w:w="2805" w:type="dxa"/>
            <w:shd w:val="clear" w:color="auto" w:fill="auto"/>
            <w:vAlign w:val="center"/>
          </w:tcPr>
          <w:p w14:paraId="12464BF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9" w:type="dxa"/>
            <w:shd w:val="clear" w:color="auto" w:fill="auto"/>
          </w:tcPr>
          <w:p w14:paraId="2DDC638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FBC4659" w14:textId="77777777" w:rsidTr="00BE1488">
        <w:trPr>
          <w:trHeight w:val="373"/>
        </w:trPr>
        <w:tc>
          <w:tcPr>
            <w:tcW w:w="2805" w:type="dxa"/>
            <w:shd w:val="clear" w:color="auto" w:fill="auto"/>
            <w:vAlign w:val="center"/>
          </w:tcPr>
          <w:p w14:paraId="4614179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0BD905B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46FAAF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14E37F2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7691C53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35627" w:rsidRPr="007677F8" w14:paraId="6F02FD8A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78BEDBB1" w14:textId="7647F0C2" w:rsidR="00735627" w:rsidRPr="007677F8" w:rsidRDefault="00735627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Województwo </w:t>
            </w:r>
          </w:p>
        </w:tc>
        <w:tc>
          <w:tcPr>
            <w:tcW w:w="6149" w:type="dxa"/>
            <w:shd w:val="clear" w:color="auto" w:fill="auto"/>
          </w:tcPr>
          <w:p w14:paraId="4CFF08D7" w14:textId="77777777" w:rsidR="00735627" w:rsidRPr="007677F8" w:rsidRDefault="00735627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E1488" w:rsidRPr="00BE1488" w14:paraId="630BEA5D" w14:textId="77777777" w:rsidTr="00BE1488">
        <w:trPr>
          <w:trHeight w:val="330"/>
        </w:trPr>
        <w:tc>
          <w:tcPr>
            <w:tcW w:w="2805" w:type="dxa"/>
            <w:shd w:val="clear" w:color="auto" w:fill="auto"/>
            <w:vAlign w:val="center"/>
          </w:tcPr>
          <w:p w14:paraId="1C8AA8A4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74677C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C73452" w14:textId="2E7D6B50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t>Czy Wykonawca jest</w:t>
            </w:r>
            <w:r w:rsidRPr="00BE1488">
              <w:rPr>
                <w:rStyle w:val="Odwoanieprzypisudolnego"/>
              </w:rPr>
              <w:footnoteReference w:id="2"/>
            </w:r>
            <w:r w:rsidRPr="00BE1488">
              <w:t>:</w:t>
            </w:r>
          </w:p>
          <w:p w14:paraId="2B0BFE97" w14:textId="46AA0CBD" w:rsidR="00AE2ACB" w:rsidRPr="00BE1488" w:rsidRDefault="00AE2ACB" w:rsidP="0073562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49" w:type="dxa"/>
            <w:shd w:val="clear" w:color="auto" w:fill="auto"/>
          </w:tcPr>
          <w:p w14:paraId="1CD30DE1" w14:textId="492DC711" w:rsidR="006F14A7" w:rsidRPr="00BE1488" w:rsidRDefault="005E31A1" w:rsidP="005E31A1">
            <w:pPr>
              <w:autoSpaceDE w:val="0"/>
              <w:autoSpaceDN w:val="0"/>
              <w:adjustRightInd w:val="0"/>
              <w:ind w:left="90" w:right="23"/>
              <w:jc w:val="both"/>
            </w:pPr>
            <w:r>
              <w:rPr>
                <w:rFonts w:cs="Segoe UI Symbol"/>
              </w:rPr>
              <w:t xml:space="preserve"> </w:t>
            </w:r>
            <w:r w:rsidR="006F14A7"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mikro przedsiębiorcą</w:t>
            </w:r>
          </w:p>
          <w:p w14:paraId="67C83080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małym przedsiębiorcą</w:t>
            </w:r>
          </w:p>
          <w:p w14:paraId="05F98E72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średnim przedsiębiorcą</w:t>
            </w:r>
          </w:p>
          <w:p w14:paraId="51DA6D20" w14:textId="7A7CD645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prowadzącą działalność gospodarczą</w:t>
            </w:r>
          </w:p>
          <w:p w14:paraId="439949EE" w14:textId="632AC2B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nieprowadzącą działalności gospodarczej</w:t>
            </w:r>
          </w:p>
          <w:p w14:paraId="0632B9BB" w14:textId="202E6D4B" w:rsidR="006F14A7" w:rsidRPr="00BE1488" w:rsidRDefault="006F14A7" w:rsidP="00DD200D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="00DD200D">
              <w:t xml:space="preserve"> inny rodzaj</w:t>
            </w:r>
          </w:p>
        </w:tc>
      </w:tr>
    </w:tbl>
    <w:p w14:paraId="4A8FA7EA" w14:textId="77777777" w:rsidR="005A58B0" w:rsidRPr="00BE1488" w:rsidRDefault="005A58B0" w:rsidP="00AA39D6">
      <w:pPr>
        <w:spacing w:line="276" w:lineRule="auto"/>
        <w:jc w:val="both"/>
        <w:rPr>
          <w:sz w:val="16"/>
          <w:szCs w:val="16"/>
        </w:rPr>
      </w:pPr>
    </w:p>
    <w:p w14:paraId="0429A3F0" w14:textId="77777777" w:rsidR="005A58B0" w:rsidRPr="00AF4AC3" w:rsidRDefault="005A58B0" w:rsidP="00AA39D6">
      <w:pPr>
        <w:spacing w:line="276" w:lineRule="auto"/>
        <w:jc w:val="both"/>
        <w:rPr>
          <w:sz w:val="16"/>
          <w:szCs w:val="16"/>
        </w:rPr>
      </w:pPr>
    </w:p>
    <w:p w14:paraId="13B2EC39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521D00B3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08F8A9FC" w14:textId="77777777" w:rsidR="005C4D34" w:rsidRPr="005C4D34" w:rsidRDefault="006D09E0" w:rsidP="00B9086B">
      <w:pPr>
        <w:pStyle w:val="Akapitzlist"/>
        <w:spacing w:before="120" w:after="120" w:line="360" w:lineRule="auto"/>
        <w:ind w:left="284"/>
        <w:jc w:val="both"/>
        <w:rPr>
          <w:b/>
          <w:sz w:val="22"/>
          <w:u w:val="single"/>
        </w:rPr>
      </w:pPr>
      <w:r w:rsidRPr="005C4D34">
        <w:rPr>
          <w:b/>
          <w:sz w:val="22"/>
          <w:u w:val="single"/>
        </w:rPr>
        <w:t xml:space="preserve">Cena oferty wynosi: </w:t>
      </w:r>
    </w:p>
    <w:p w14:paraId="3DB0C37F" w14:textId="520BC8D1" w:rsidR="004D5A42" w:rsidRPr="0097776D" w:rsidRDefault="005C4D34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b/>
          <w:sz w:val="22"/>
        </w:rPr>
        <w:t>Wartość n</w:t>
      </w:r>
      <w:r w:rsidRPr="005C4D34">
        <w:rPr>
          <w:b/>
          <w:sz w:val="22"/>
        </w:rPr>
        <w:t>etto</w:t>
      </w:r>
      <w:r>
        <w:rPr>
          <w:sz w:val="22"/>
        </w:rPr>
        <w:t xml:space="preserve"> : </w:t>
      </w:r>
      <w:r w:rsidR="0097776D">
        <w:rPr>
          <w:sz w:val="22"/>
        </w:rPr>
        <w:t>________________________________________________________</w:t>
      </w:r>
      <w:r w:rsidR="006D09E0"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="006D09E0" w:rsidRPr="0097776D">
        <w:rPr>
          <w:sz w:val="22"/>
        </w:rPr>
        <w:t xml:space="preserve">zł </w:t>
      </w:r>
    </w:p>
    <w:p w14:paraId="4148AB44" w14:textId="77777777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14:paraId="1BDF1829" w14:textId="62346D32" w:rsidR="00B9086B" w:rsidRPr="0097776D" w:rsidRDefault="005C4D34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 xml:space="preserve">+ podatek </w:t>
      </w:r>
      <w:r w:rsidR="00B9086B" w:rsidRPr="0097776D">
        <w:rPr>
          <w:sz w:val="22"/>
        </w:rPr>
        <w:t xml:space="preserve">VAT </w:t>
      </w:r>
      <w:r w:rsidR="0097776D">
        <w:rPr>
          <w:sz w:val="22"/>
        </w:rPr>
        <w:t>_______</w:t>
      </w:r>
      <w:r w:rsidR="00B9086B" w:rsidRPr="0097776D">
        <w:rPr>
          <w:sz w:val="22"/>
        </w:rPr>
        <w:t xml:space="preserve"> %,</w:t>
      </w:r>
      <w:r>
        <w:rPr>
          <w:sz w:val="22"/>
        </w:rPr>
        <w:t xml:space="preserve"> w </w:t>
      </w:r>
      <w:r w:rsidRPr="0097776D">
        <w:rPr>
          <w:sz w:val="22"/>
        </w:rPr>
        <w:t xml:space="preserve"> wysokości </w:t>
      </w:r>
      <w:r>
        <w:rPr>
          <w:sz w:val="22"/>
        </w:rPr>
        <w:t>: _______________________________ zł</w:t>
      </w:r>
    </w:p>
    <w:p w14:paraId="58AEA92C" w14:textId="3FE8A894" w:rsidR="00B9086B" w:rsidRPr="0097776D" w:rsidRDefault="005C4D34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b/>
          <w:sz w:val="22"/>
        </w:rPr>
        <w:t>Wartość brutto</w:t>
      </w:r>
      <w:r>
        <w:rPr>
          <w:sz w:val="22"/>
        </w:rPr>
        <w:t xml:space="preserve"> :</w:t>
      </w:r>
      <w:r w:rsidR="0097776D">
        <w:rPr>
          <w:sz w:val="22"/>
        </w:rPr>
        <w:t>____________</w:t>
      </w:r>
      <w:r>
        <w:rPr>
          <w:sz w:val="22"/>
        </w:rPr>
        <w:t>_____________________</w:t>
      </w:r>
      <w:r w:rsidR="0097776D">
        <w:rPr>
          <w:sz w:val="22"/>
        </w:rPr>
        <w:t>_________________</w:t>
      </w:r>
      <w:r>
        <w:rPr>
          <w:sz w:val="22"/>
        </w:rPr>
        <w:t>__</w:t>
      </w:r>
      <w:r w:rsidR="0097776D">
        <w:rPr>
          <w:sz w:val="22"/>
        </w:rPr>
        <w:t>____</w:t>
      </w:r>
      <w:r w:rsidR="00A50E18">
        <w:rPr>
          <w:sz w:val="22"/>
        </w:rPr>
        <w:t xml:space="preserve"> </w:t>
      </w:r>
      <w:r>
        <w:rPr>
          <w:sz w:val="22"/>
        </w:rPr>
        <w:t>zł</w:t>
      </w:r>
    </w:p>
    <w:p w14:paraId="3F9CD361" w14:textId="77777777" w:rsidR="006B63D6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>brutto).</w:t>
      </w:r>
    </w:p>
    <w:p w14:paraId="7E65F445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58F893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844DC7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04CAC2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71A22EB0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E020FC">
        <w:rPr>
          <w:b/>
          <w:sz w:val="22"/>
        </w:rPr>
        <w:t>zamierzamy / nie zamierzamy</w:t>
      </w:r>
      <w:r w:rsidRPr="00DE55E6">
        <w:rPr>
          <w:sz w:val="22"/>
        </w:rPr>
        <w:t xml:space="preserve"> powierzyć realizację następujących części zamówienia podwykonawcom*:</w:t>
      </w:r>
    </w:p>
    <w:p w14:paraId="1C0D913F" w14:textId="77777777" w:rsidR="006F14A7" w:rsidRDefault="006F14A7" w:rsidP="006F14A7">
      <w:pPr>
        <w:spacing w:after="120"/>
        <w:ind w:left="641"/>
        <w:contextualSpacing/>
        <w:jc w:val="both"/>
        <w:rPr>
          <w:sz w:val="22"/>
        </w:rPr>
      </w:pPr>
    </w:p>
    <w:p w14:paraId="75E5FBB0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67AA610A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F5828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F9E3F8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4F8E66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AAEF47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10422F2D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AC5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CBD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CE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81A19E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7E3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6FB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372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4C5F9B7D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6F14A7">
        <w:rPr>
          <w:b/>
          <w:sz w:val="22"/>
        </w:rPr>
        <w:t>udzielamy gwarancji na okres</w:t>
      </w:r>
      <w:r w:rsidRPr="0097776D">
        <w:rPr>
          <w:sz w:val="22"/>
        </w:rPr>
        <w:t xml:space="preserve"> .......... </w:t>
      </w:r>
      <w:r w:rsidRPr="006F14A7">
        <w:rPr>
          <w:b/>
          <w:sz w:val="22"/>
        </w:rPr>
        <w:t xml:space="preserve">miesięcy </w:t>
      </w:r>
      <w:r w:rsidRPr="0097776D">
        <w:rPr>
          <w:sz w:val="22"/>
        </w:rPr>
        <w:t>licząc od daty odbioru końcowego;</w:t>
      </w:r>
    </w:p>
    <w:p w14:paraId="0ADCE095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4BEB3A1" w14:textId="38AF4893" w:rsidR="006F14A7" w:rsidRDefault="00FF57EE" w:rsidP="006F14A7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E7095C3" w14:textId="77777777" w:rsidR="006F14A7" w:rsidRDefault="006F14A7" w:rsidP="005A58B0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1DF456E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1B72DDE" w14:textId="1B2F7FCB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>. Dz. U. z 2021 r. poz. 685)</w:t>
      </w:r>
    </w:p>
    <w:p w14:paraId="2B6775D7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B208AEE" w14:textId="72934A42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>. Dz. U. z 2021 r. poz. 685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162BC0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7E8D6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549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DA4A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119FC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3B5126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B1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DF31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  <w:p w14:paraId="1C67A27D" w14:textId="77777777" w:rsidR="005A58B0" w:rsidRPr="00CE3AE6" w:rsidRDefault="005A58B0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524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4DF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E7057EA" w14:textId="77777777" w:rsidR="00C240AC" w:rsidRDefault="00C240AC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50C4258" w14:textId="77777777" w:rsidR="006F14A7" w:rsidRPr="003A013C" w:rsidRDefault="006F14A7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  <w:r w:rsidRPr="003A013C">
        <w:rPr>
          <w:b/>
          <w:color w:val="0D0D0D" w:themeColor="text1" w:themeTint="F2"/>
        </w:rPr>
        <w:t>Uwaga.</w:t>
      </w:r>
    </w:p>
    <w:p w14:paraId="437620AE" w14:textId="25D08E40" w:rsidR="006F14A7" w:rsidRPr="00AF59D5" w:rsidRDefault="006F14A7" w:rsidP="006F14A7">
      <w:pPr>
        <w:autoSpaceDE w:val="0"/>
        <w:autoSpaceDN w:val="0"/>
        <w:adjustRightInd w:val="0"/>
        <w:jc w:val="both"/>
        <w:rPr>
          <w:i/>
          <w:color w:val="0D0D0D" w:themeColor="text1" w:themeTint="F2"/>
          <w:sz w:val="20"/>
        </w:rPr>
      </w:pPr>
      <w:r w:rsidRPr="00AF59D5">
        <w:rPr>
          <w:i/>
          <w:color w:val="0D0D0D" w:themeColor="text1" w:themeTint="F2"/>
          <w:sz w:val="20"/>
        </w:rPr>
        <w:t xml:space="preserve">W </w:t>
      </w:r>
      <w:r w:rsidRPr="00AF59D5">
        <w:rPr>
          <w:bCs/>
          <w:i/>
          <w:color w:val="0D0D0D" w:themeColor="text1" w:themeTint="F2"/>
          <w:sz w:val="20"/>
        </w:rPr>
        <w:t>przypadku</w:t>
      </w:r>
      <w:r w:rsidRPr="00AF59D5">
        <w:rPr>
          <w:i/>
          <w:color w:val="0D0D0D" w:themeColor="text1" w:themeTint="F2"/>
          <w:sz w:val="20"/>
        </w:rPr>
        <w:t xml:space="preserve"> braku zaznaczenia (niewskazania) żadnej z ww. treści oświadczenia i niewypełnienie powyższych pól – Zamawiający uzna, że wybór przedmiotowej oferty nie będzie prowadzić do powstania u Zamawiającego obowiązku podatkowego.</w:t>
      </w:r>
    </w:p>
    <w:p w14:paraId="0EC0696B" w14:textId="77777777" w:rsidR="006F14A7" w:rsidRPr="00AF59D5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4"/>
          <w:szCs w:val="16"/>
        </w:rPr>
      </w:pPr>
    </w:p>
    <w:p w14:paraId="0698F56E" w14:textId="77777777" w:rsidR="006F14A7" w:rsidRPr="00AF4AC3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CEDFB53" w14:textId="6E3370E9" w:rsidR="006F14A7" w:rsidRPr="005A58B0" w:rsidRDefault="00C240AC" w:rsidP="005A58B0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lastRenderedPageBreak/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08841EB7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F9AF9D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F800089" w14:textId="77777777" w:rsidTr="00DC336F">
        <w:tc>
          <w:tcPr>
            <w:tcW w:w="2551" w:type="dxa"/>
            <w:shd w:val="clear" w:color="auto" w:fill="auto"/>
            <w:vAlign w:val="center"/>
          </w:tcPr>
          <w:p w14:paraId="076EAEA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C2E18F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7F51426" w14:textId="77777777" w:rsidTr="00DC336F">
        <w:tc>
          <w:tcPr>
            <w:tcW w:w="2551" w:type="dxa"/>
            <w:shd w:val="clear" w:color="auto" w:fill="auto"/>
            <w:vAlign w:val="center"/>
          </w:tcPr>
          <w:p w14:paraId="7CA174F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9100D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D89505D" w14:textId="77777777" w:rsidTr="00DC336F">
        <w:tc>
          <w:tcPr>
            <w:tcW w:w="2551" w:type="dxa"/>
            <w:shd w:val="clear" w:color="auto" w:fill="auto"/>
            <w:vAlign w:val="center"/>
          </w:tcPr>
          <w:p w14:paraId="7012D7F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DF3D04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E0CAF93" w14:textId="77777777" w:rsidTr="00DC336F">
        <w:tc>
          <w:tcPr>
            <w:tcW w:w="2551" w:type="dxa"/>
            <w:shd w:val="clear" w:color="auto" w:fill="auto"/>
            <w:vAlign w:val="center"/>
          </w:tcPr>
          <w:p w14:paraId="07DCD83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3E5F034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7B887E0" w14:textId="7F17E2DF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D415E4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7FCBF6E7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4ECC060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BF54A27" w14:textId="77777777" w:rsidR="00C53CE2" w:rsidRDefault="00C53CE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040F71F1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F92DDA6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204E24DD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432694">
      <w:headerReference w:type="default" r:id="rId8"/>
      <w:pgSz w:w="11906" w:h="16838"/>
      <w:pgMar w:top="993" w:right="1417" w:bottom="568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71F58" w14:textId="77777777" w:rsidR="008E2491" w:rsidRDefault="008E2491" w:rsidP="00FF57EE">
      <w:r>
        <w:separator/>
      </w:r>
    </w:p>
  </w:endnote>
  <w:endnote w:type="continuationSeparator" w:id="0">
    <w:p w14:paraId="52B073F6" w14:textId="77777777" w:rsidR="008E2491" w:rsidRDefault="008E249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3E3D2" w14:textId="77777777" w:rsidR="008E2491" w:rsidRDefault="008E2491" w:rsidP="00FF57EE">
      <w:r>
        <w:separator/>
      </w:r>
    </w:p>
  </w:footnote>
  <w:footnote w:type="continuationSeparator" w:id="0">
    <w:p w14:paraId="23E592B1" w14:textId="77777777" w:rsidR="008E2491" w:rsidRDefault="008E2491" w:rsidP="00FF57EE">
      <w:r>
        <w:continuationSeparator/>
      </w:r>
    </w:p>
  </w:footnote>
  <w:footnote w:id="1">
    <w:p w14:paraId="79968807" w14:textId="77777777" w:rsidR="00AE2ACB" w:rsidRPr="005C4D34" w:rsidRDefault="00AE2ACB" w:rsidP="00AE2ACB">
      <w:pPr>
        <w:pStyle w:val="Tekstprzypisudolnego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0B2EF679" w14:textId="577B9C7C" w:rsidR="006F14A7" w:rsidRPr="005C4D34" w:rsidRDefault="006F14A7" w:rsidP="006F14A7">
      <w:pPr>
        <w:pStyle w:val="Tekstprzypisudolnego"/>
        <w:jc w:val="both"/>
        <w:rPr>
          <w:color w:val="0D0D0D" w:themeColor="text1" w:themeTint="F2"/>
          <w:sz w:val="18"/>
          <w:szCs w:val="18"/>
        </w:rPr>
      </w:pPr>
      <w:r w:rsidRPr="005C4D34">
        <w:rPr>
          <w:color w:val="0D0D0D" w:themeColor="text1" w:themeTint="F2"/>
          <w:sz w:val="18"/>
          <w:szCs w:val="18"/>
          <w:vertAlign w:val="superscript"/>
          <w:lang w:eastAsia="en-GB"/>
        </w:rPr>
        <w:t>2</w:t>
      </w:r>
      <w:r w:rsidRPr="005C4D34">
        <w:rPr>
          <w:color w:val="0D0D0D" w:themeColor="text1" w:themeTint="F2"/>
          <w:sz w:val="18"/>
          <w:szCs w:val="18"/>
          <w:lang w:eastAsia="en-GB"/>
        </w:rPr>
        <w:t xml:space="preserve"> właściwe zaznaczyć: </w:t>
      </w:r>
      <w:proofErr w:type="spellStart"/>
      <w:r w:rsidRPr="005C4D34">
        <w:rPr>
          <w:color w:val="0D0D0D" w:themeColor="text1" w:themeTint="F2"/>
          <w:sz w:val="18"/>
          <w:szCs w:val="18"/>
          <w:lang w:eastAsia="en-GB"/>
        </w:rPr>
        <w:t>Mikroprzedsiębiorca</w:t>
      </w:r>
      <w:proofErr w:type="spellEnd"/>
      <w:r w:rsidRPr="005C4D34">
        <w:rPr>
          <w:color w:val="0D0D0D" w:themeColor="text1" w:themeTint="F2"/>
          <w:sz w:val="18"/>
          <w:szCs w:val="18"/>
          <w:lang w:eastAsia="en-GB"/>
        </w:rPr>
        <w:t xml:space="preserve"> – przedsiębiorca, który zatrudnia mniej niż 10 osób i którego roczny obrót lub roczna suma bilansowa nie przekracza 2 milionów EUR. Mały przedsiębiorca – przedsiębiorca, który nie jest </w:t>
      </w:r>
      <w:proofErr w:type="spellStart"/>
      <w:r w:rsidRPr="005C4D34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 w:rsidRPr="005C4D34">
        <w:rPr>
          <w:color w:val="0D0D0D" w:themeColor="text1" w:themeTint="F2"/>
          <w:sz w:val="18"/>
          <w:szCs w:val="18"/>
          <w:lang w:eastAsia="en-GB"/>
        </w:rPr>
        <w:t xml:space="preserve"> i który zatrudnia mniej niż 50 osób i którego roczny obrót lub roczna suma bilansowa nie przekracza 10 milionów EUR. Średni przedsiębiorca – przedsiębiorca, który nie jest </w:t>
      </w:r>
      <w:proofErr w:type="spellStart"/>
      <w:r w:rsidRPr="005C4D34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 w:rsidRPr="005C4D34">
        <w:rPr>
          <w:color w:val="0D0D0D" w:themeColor="text1" w:themeTint="F2"/>
          <w:sz w:val="18"/>
          <w:szCs w:val="18"/>
          <w:lang w:eastAsia="en-GB"/>
        </w:rPr>
        <w:t xml:space="preserve"> ani małym przedsiębiorcą i który zatrudnia mniej niż 250 osób </w:t>
      </w:r>
      <w:r w:rsidRPr="005C4D34">
        <w:rPr>
          <w:bCs/>
          <w:color w:val="0D0D0D" w:themeColor="text1" w:themeTint="F2"/>
          <w:sz w:val="18"/>
          <w:szCs w:val="18"/>
          <w:lang w:eastAsia="en-GB"/>
        </w:rPr>
        <w:t>i którego</w:t>
      </w:r>
      <w:r w:rsidRPr="005C4D34">
        <w:rPr>
          <w:color w:val="0D0D0D" w:themeColor="text1" w:themeTint="F2"/>
          <w:sz w:val="18"/>
          <w:szCs w:val="18"/>
          <w:lang w:eastAsia="en-GB"/>
        </w:rPr>
        <w:t xml:space="preserve"> roczny obrót nie przekracza 50 milionów EUR </w:t>
      </w:r>
      <w:proofErr w:type="spellStart"/>
      <w:r w:rsidRPr="005C4D34">
        <w:rPr>
          <w:color w:val="0D0D0D" w:themeColor="text1" w:themeTint="F2"/>
          <w:sz w:val="18"/>
          <w:szCs w:val="18"/>
          <w:lang w:eastAsia="en-GB"/>
        </w:rPr>
        <w:t>lubroczna</w:t>
      </w:r>
      <w:proofErr w:type="spellEnd"/>
      <w:r w:rsidRPr="005C4D34">
        <w:rPr>
          <w:color w:val="0D0D0D" w:themeColor="text1" w:themeTint="F2"/>
          <w:sz w:val="18"/>
          <w:szCs w:val="18"/>
          <w:lang w:eastAsia="en-GB"/>
        </w:rPr>
        <w:t xml:space="preserve"> suma bilansowa nie przekracza 43 milionów EUR.</w:t>
      </w:r>
    </w:p>
  </w:footnote>
  <w:footnote w:id="3">
    <w:p w14:paraId="1EED7BCA" w14:textId="77777777" w:rsidR="009D75A8" w:rsidRPr="005C4D34" w:rsidRDefault="009D75A8" w:rsidP="009D75A8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5C4D34">
        <w:rPr>
          <w:sz w:val="18"/>
          <w:szCs w:val="18"/>
        </w:rPr>
        <w:t>* niepotrzebne skreślić.</w:t>
      </w:r>
    </w:p>
    <w:p w14:paraId="17B2C8FB" w14:textId="77777777" w:rsidR="00FF57EE" w:rsidRPr="005C4D34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0D4FB6F" w14:textId="77777777" w:rsidR="00FF57EE" w:rsidRPr="005C4D34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45BE9848" w14:textId="77777777" w:rsidR="00C240AC" w:rsidRDefault="00C240AC" w:rsidP="00C240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DAB7D" w14:textId="4709D89E" w:rsidR="00F4258D" w:rsidRDefault="00F4258D">
    <w:pPr>
      <w:pStyle w:val="Nagwek"/>
      <w:rPr>
        <w:sz w:val="20"/>
        <w:szCs w:val="20"/>
      </w:rPr>
    </w:pPr>
  </w:p>
  <w:p w14:paraId="20C1502D" w14:textId="7A2328EE" w:rsidR="00AE2ACB" w:rsidRPr="00AE2ACB" w:rsidRDefault="00F4258D">
    <w:pPr>
      <w:pStyle w:val="Nagwek"/>
      <w:rPr>
        <w:sz w:val="20"/>
        <w:szCs w:val="20"/>
      </w:rPr>
    </w:pPr>
    <w:r>
      <w:rPr>
        <w:sz w:val="20"/>
        <w:szCs w:val="20"/>
      </w:rPr>
      <w:t>Z</w:t>
    </w:r>
    <w:r w:rsidR="00AE2ACB" w:rsidRPr="00AE2ACB">
      <w:rPr>
        <w:sz w:val="20"/>
        <w:szCs w:val="20"/>
      </w:rPr>
      <w:t xml:space="preserve">nak sprawy </w:t>
    </w:r>
    <w:r w:rsidR="00C240AC">
      <w:rPr>
        <w:sz w:val="20"/>
        <w:szCs w:val="20"/>
      </w:rPr>
      <w:t>IGK-PZ.271.1.</w:t>
    </w:r>
    <w:r w:rsidR="00A04DB6">
      <w:rPr>
        <w:sz w:val="20"/>
        <w:szCs w:val="20"/>
      </w:rPr>
      <w:t>10</w:t>
    </w:r>
    <w:r w:rsidR="00A97786">
      <w:rPr>
        <w:sz w:val="20"/>
        <w:szCs w:val="20"/>
      </w:rPr>
      <w:t>.</w:t>
    </w:r>
    <w:r w:rsidR="00AF59D5">
      <w:rPr>
        <w:sz w:val="20"/>
        <w:szCs w:val="20"/>
      </w:rPr>
      <w:t>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BA"/>
    <w:rsid w:val="00042206"/>
    <w:rsid w:val="001063D3"/>
    <w:rsid w:val="001C7D84"/>
    <w:rsid w:val="002214DB"/>
    <w:rsid w:val="002515C0"/>
    <w:rsid w:val="00264ADE"/>
    <w:rsid w:val="00267D1F"/>
    <w:rsid w:val="002C219F"/>
    <w:rsid w:val="002E612D"/>
    <w:rsid w:val="00390742"/>
    <w:rsid w:val="003B46E2"/>
    <w:rsid w:val="003B769C"/>
    <w:rsid w:val="00432694"/>
    <w:rsid w:val="004A71F3"/>
    <w:rsid w:val="004D5A42"/>
    <w:rsid w:val="004F64BD"/>
    <w:rsid w:val="00525EFF"/>
    <w:rsid w:val="005844F6"/>
    <w:rsid w:val="005A58B0"/>
    <w:rsid w:val="005C4D34"/>
    <w:rsid w:val="005E31A1"/>
    <w:rsid w:val="005F0B31"/>
    <w:rsid w:val="005F6F5F"/>
    <w:rsid w:val="006B63D6"/>
    <w:rsid w:val="006C641D"/>
    <w:rsid w:val="006D09E0"/>
    <w:rsid w:val="006F14A7"/>
    <w:rsid w:val="00735627"/>
    <w:rsid w:val="007A2B29"/>
    <w:rsid w:val="007D475B"/>
    <w:rsid w:val="007E331F"/>
    <w:rsid w:val="00861AA0"/>
    <w:rsid w:val="008B6F47"/>
    <w:rsid w:val="008E2491"/>
    <w:rsid w:val="009312B4"/>
    <w:rsid w:val="00932EBA"/>
    <w:rsid w:val="0097776D"/>
    <w:rsid w:val="00983D1D"/>
    <w:rsid w:val="009D75A8"/>
    <w:rsid w:val="00A04DB6"/>
    <w:rsid w:val="00A50E18"/>
    <w:rsid w:val="00A97786"/>
    <w:rsid w:val="00AA39D6"/>
    <w:rsid w:val="00AE2ACB"/>
    <w:rsid w:val="00AF4AC3"/>
    <w:rsid w:val="00AF59D5"/>
    <w:rsid w:val="00B31F4B"/>
    <w:rsid w:val="00B47637"/>
    <w:rsid w:val="00B9086B"/>
    <w:rsid w:val="00BC4F99"/>
    <w:rsid w:val="00BE1488"/>
    <w:rsid w:val="00C22F7D"/>
    <w:rsid w:val="00C240AC"/>
    <w:rsid w:val="00C53CE2"/>
    <w:rsid w:val="00CC6F73"/>
    <w:rsid w:val="00CE3AE6"/>
    <w:rsid w:val="00D435F3"/>
    <w:rsid w:val="00D554C7"/>
    <w:rsid w:val="00D8330C"/>
    <w:rsid w:val="00DC336F"/>
    <w:rsid w:val="00DD200D"/>
    <w:rsid w:val="00E020FC"/>
    <w:rsid w:val="00E61B73"/>
    <w:rsid w:val="00F134D5"/>
    <w:rsid w:val="00F31EAC"/>
    <w:rsid w:val="00F4258D"/>
    <w:rsid w:val="00F97EE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51E7052"/>
  <w15:chartTrackingRefBased/>
  <w15:docId w15:val="{4C30FC31-EB9A-4E93-A585-97CB1A5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aliases w:val="Tekst przypisu Znak,Footnote Znak,Podrozdział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F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D5D5A-173E-4681-9A23-BFA17B91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81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Dorota Fibig</cp:lastModifiedBy>
  <cp:revision>31</cp:revision>
  <cp:lastPrinted>2021-07-06T06:01:00Z</cp:lastPrinted>
  <dcterms:created xsi:type="dcterms:W3CDTF">2021-02-26T14:15:00Z</dcterms:created>
  <dcterms:modified xsi:type="dcterms:W3CDTF">2022-05-10T13:12:00Z</dcterms:modified>
</cp:coreProperties>
</file>